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1427" w:tblpY="1079"/>
        <w:tblW w:w="4788" w:type="dxa"/>
        <w:tblLook w:val="00A0"/>
      </w:tblPr>
      <w:tblGrid>
        <w:gridCol w:w="4788"/>
      </w:tblGrid>
      <w:tr w:rsidR="00AC46D7" w:rsidRPr="00E84FE9" w:rsidTr="002E4074">
        <w:trPr>
          <w:trHeight w:val="1618"/>
        </w:trPr>
        <w:tc>
          <w:tcPr>
            <w:tcW w:w="4788" w:type="dxa"/>
          </w:tcPr>
          <w:p w:rsidR="00AC46D7" w:rsidRPr="00E84FE9" w:rsidRDefault="00AC46D7" w:rsidP="002322E2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84FE9">
              <w:rPr>
                <w:color w:val="000000"/>
                <w:sz w:val="18"/>
                <w:szCs w:val="18"/>
                <w:lang w:eastAsia="ru-RU"/>
              </w:rPr>
              <w:t>Приложение № 3</w:t>
            </w:r>
          </w:p>
          <w:p w:rsidR="00AC46D7" w:rsidRPr="00E84FE9" w:rsidRDefault="00AC46D7" w:rsidP="002322E2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18"/>
                <w:szCs w:val="18"/>
              </w:rPr>
            </w:pPr>
            <w:bookmarkStart w:id="0" w:name="_GoBack"/>
            <w:bookmarkEnd w:id="0"/>
            <w:r w:rsidRPr="00E84FE9">
              <w:rPr>
                <w:sz w:val="18"/>
                <w:szCs w:val="18"/>
              </w:rPr>
              <w:t xml:space="preserve">к муниципальной программе </w:t>
            </w:r>
          </w:p>
          <w:p w:rsidR="00AC46D7" w:rsidRPr="00E84FE9" w:rsidRDefault="00AC46D7" w:rsidP="002322E2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18"/>
                <w:szCs w:val="18"/>
              </w:rPr>
            </w:pPr>
            <w:r w:rsidRPr="00E84FE9">
              <w:rPr>
                <w:sz w:val="18"/>
                <w:szCs w:val="18"/>
              </w:rPr>
              <w:t>«Развитие образования Дальнереченского городского округа»  на 2014-2017 годы,</w:t>
            </w:r>
          </w:p>
          <w:p w:rsidR="00AC46D7" w:rsidRPr="00E84FE9" w:rsidRDefault="00AC46D7" w:rsidP="002322E2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18"/>
                <w:szCs w:val="18"/>
              </w:rPr>
            </w:pPr>
            <w:r w:rsidRPr="00E84FE9">
              <w:rPr>
                <w:sz w:val="18"/>
                <w:szCs w:val="18"/>
              </w:rPr>
              <w:t>утвержденной постановлением</w:t>
            </w:r>
          </w:p>
          <w:p w:rsidR="00AC46D7" w:rsidRPr="00E84FE9" w:rsidRDefault="00AC46D7" w:rsidP="002322E2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spacing w:line="240" w:lineRule="auto"/>
              <w:ind w:left="34" w:firstLine="0"/>
              <w:jc w:val="left"/>
              <w:rPr>
                <w:sz w:val="18"/>
                <w:szCs w:val="18"/>
              </w:rPr>
            </w:pPr>
            <w:r w:rsidRPr="00E84FE9">
              <w:rPr>
                <w:sz w:val="18"/>
                <w:szCs w:val="18"/>
              </w:rPr>
              <w:t xml:space="preserve">администрации  Дальнереченского городского округа </w:t>
            </w:r>
          </w:p>
          <w:p w:rsidR="00AC46D7" w:rsidRPr="00E84FE9" w:rsidRDefault="00AC46D7" w:rsidP="002322E2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spacing w:line="240" w:lineRule="auto"/>
              <w:ind w:left="34" w:firstLine="0"/>
              <w:jc w:val="left"/>
              <w:rPr>
                <w:color w:val="000000"/>
                <w:szCs w:val="28"/>
                <w:lang w:eastAsia="ru-RU"/>
              </w:rPr>
            </w:pPr>
            <w:r w:rsidRPr="00E84FE9">
              <w:rPr>
                <w:bCs/>
                <w:sz w:val="18"/>
                <w:szCs w:val="18"/>
              </w:rPr>
              <w:t xml:space="preserve">от 15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E84FE9">
                <w:rPr>
                  <w:bCs/>
                  <w:sz w:val="18"/>
                  <w:szCs w:val="18"/>
                </w:rPr>
                <w:t>2013 г</w:t>
              </w:r>
            </w:smartTag>
            <w:r w:rsidRPr="00E84FE9">
              <w:rPr>
                <w:bCs/>
                <w:sz w:val="18"/>
                <w:szCs w:val="18"/>
              </w:rPr>
              <w:t xml:space="preserve"> № 1258</w:t>
            </w:r>
          </w:p>
        </w:tc>
      </w:tr>
    </w:tbl>
    <w:p w:rsidR="00AC46D7" w:rsidRPr="00E84FE9" w:rsidRDefault="00AC46D7" w:rsidP="002322E2">
      <w:pPr>
        <w:spacing w:line="240" w:lineRule="auto"/>
        <w:ind w:left="9350"/>
        <w:jc w:val="center"/>
        <w:rPr>
          <w:bCs/>
          <w:color w:val="000000"/>
          <w:sz w:val="20"/>
          <w:szCs w:val="20"/>
          <w:lang w:eastAsia="ru-RU"/>
        </w:rPr>
      </w:pPr>
      <w:r w:rsidRPr="00E84FE9">
        <w:rPr>
          <w:bCs/>
          <w:color w:val="000000"/>
          <w:sz w:val="20"/>
          <w:szCs w:val="20"/>
          <w:lang w:eastAsia="ru-RU"/>
        </w:rPr>
        <w:t>Приложение № 1</w:t>
      </w:r>
    </w:p>
    <w:p w:rsidR="00AC46D7" w:rsidRPr="00E84FE9" w:rsidRDefault="00AC46D7" w:rsidP="00C04DA4">
      <w:pPr>
        <w:autoSpaceDE w:val="0"/>
        <w:autoSpaceDN w:val="0"/>
        <w:adjustRightInd w:val="0"/>
        <w:spacing w:line="240" w:lineRule="auto"/>
        <w:ind w:left="9720" w:firstLine="0"/>
        <w:jc w:val="center"/>
        <w:outlineLvl w:val="1"/>
        <w:rPr>
          <w:sz w:val="24"/>
          <w:szCs w:val="24"/>
        </w:rPr>
      </w:pPr>
      <w:r w:rsidRPr="00E84FE9">
        <w:rPr>
          <w:sz w:val="20"/>
          <w:szCs w:val="20"/>
        </w:rPr>
        <w:t>к постановлению администрации Дальнереченского   городского округа от _______________№_______</w:t>
      </w:r>
    </w:p>
    <w:p w:rsidR="00AC46D7" w:rsidRPr="00E84FE9" w:rsidRDefault="00AC46D7" w:rsidP="002322E2">
      <w:pPr>
        <w:spacing w:line="240" w:lineRule="auto"/>
        <w:ind w:left="9000" w:firstLine="0"/>
        <w:jc w:val="center"/>
        <w:rPr>
          <w:b/>
          <w:color w:val="000000"/>
          <w:szCs w:val="28"/>
          <w:lang w:eastAsia="ru-RU"/>
        </w:rPr>
      </w:pPr>
    </w:p>
    <w:p w:rsidR="00AC46D7" w:rsidRPr="00E84FE9" w:rsidRDefault="00AC46D7" w:rsidP="002322E2">
      <w:pPr>
        <w:spacing w:line="240" w:lineRule="auto"/>
        <w:ind w:left="9000"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AC46D7" w:rsidRPr="00E84FE9" w:rsidRDefault="00AC46D7" w:rsidP="00AD1884">
      <w:pPr>
        <w:spacing w:line="240" w:lineRule="auto"/>
        <w:ind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AC46D7" w:rsidRPr="00E84FE9" w:rsidRDefault="00AC46D7" w:rsidP="00AD1884">
      <w:pPr>
        <w:spacing w:line="240" w:lineRule="auto"/>
        <w:ind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AC46D7" w:rsidRPr="00E84FE9" w:rsidRDefault="00AC46D7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AC46D7" w:rsidRPr="00E84FE9" w:rsidRDefault="00AC46D7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AC46D7" w:rsidRPr="00E84FE9" w:rsidRDefault="00AC46D7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AC46D7" w:rsidRPr="00E84FE9" w:rsidRDefault="00AC46D7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AC46D7" w:rsidRPr="00E84FE9" w:rsidRDefault="00AC46D7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  <w:r w:rsidRPr="00E84FE9">
        <w:rPr>
          <w:b/>
          <w:color w:val="000000"/>
          <w:sz w:val="26"/>
          <w:szCs w:val="26"/>
          <w:lang w:eastAsia="ru-RU"/>
        </w:rPr>
        <w:t>ПРОГНОЗ</w:t>
      </w:r>
    </w:p>
    <w:p w:rsidR="00AC46D7" w:rsidRPr="00E84FE9" w:rsidRDefault="00AC46D7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E84FE9">
        <w:rPr>
          <w:b/>
          <w:color w:val="000000"/>
          <w:sz w:val="26"/>
          <w:szCs w:val="26"/>
          <w:lang w:eastAsia="ru-RU"/>
        </w:rPr>
        <w:t>сводных показателей муниципальных заданий</w:t>
      </w:r>
    </w:p>
    <w:p w:rsidR="00AC46D7" w:rsidRPr="00E84FE9" w:rsidRDefault="00AC46D7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E84FE9">
        <w:rPr>
          <w:b/>
          <w:color w:val="000000"/>
          <w:sz w:val="26"/>
          <w:szCs w:val="26"/>
          <w:lang w:eastAsia="ru-RU"/>
        </w:rPr>
        <w:t>на оказание муниципальных услуг муниципальными бюджетными</w:t>
      </w:r>
    </w:p>
    <w:p w:rsidR="00AC46D7" w:rsidRPr="00E84FE9" w:rsidRDefault="00AC46D7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E84FE9">
        <w:rPr>
          <w:b/>
          <w:color w:val="000000"/>
          <w:sz w:val="26"/>
          <w:szCs w:val="26"/>
          <w:lang w:eastAsia="ru-RU"/>
        </w:rPr>
        <w:t>учреждениями по муниципальной программе Дальнереченского городского округа</w:t>
      </w:r>
    </w:p>
    <w:p w:rsidR="00AC46D7" w:rsidRPr="00E84FE9" w:rsidRDefault="00AC46D7" w:rsidP="00AD1884">
      <w:pPr>
        <w:spacing w:line="240" w:lineRule="auto"/>
        <w:ind w:left="93" w:firstLine="0"/>
        <w:jc w:val="center"/>
        <w:rPr>
          <w:b/>
          <w:bCs/>
          <w:color w:val="000000"/>
          <w:sz w:val="26"/>
          <w:szCs w:val="26"/>
          <w:u w:val="single"/>
          <w:lang w:eastAsia="ru-RU"/>
        </w:rPr>
      </w:pPr>
      <w:r w:rsidRPr="00E84FE9">
        <w:rPr>
          <w:b/>
          <w:bCs/>
          <w:color w:val="000000"/>
          <w:sz w:val="26"/>
          <w:szCs w:val="26"/>
          <w:u w:val="single"/>
          <w:lang w:eastAsia="ru-RU"/>
        </w:rPr>
        <w:t xml:space="preserve">"Развитие образования </w:t>
      </w:r>
      <w:r w:rsidRPr="00E84FE9">
        <w:rPr>
          <w:b/>
          <w:color w:val="000000"/>
          <w:sz w:val="26"/>
          <w:szCs w:val="26"/>
          <w:u w:val="single"/>
          <w:lang w:eastAsia="ru-RU"/>
        </w:rPr>
        <w:t>Дальнереченского городского округа</w:t>
      </w:r>
      <w:r w:rsidRPr="00E84FE9">
        <w:rPr>
          <w:b/>
          <w:bCs/>
          <w:color w:val="000000"/>
          <w:sz w:val="26"/>
          <w:szCs w:val="26"/>
          <w:u w:val="single"/>
          <w:lang w:eastAsia="ru-RU"/>
        </w:rPr>
        <w:t xml:space="preserve"> " </w:t>
      </w:r>
      <w:r w:rsidRPr="00E84FE9">
        <w:rPr>
          <w:b/>
          <w:color w:val="000000"/>
          <w:sz w:val="26"/>
          <w:szCs w:val="26"/>
          <w:u w:val="single"/>
          <w:lang w:eastAsia="ru-RU"/>
        </w:rPr>
        <w:t>на 2014-2017 годы</w:t>
      </w:r>
    </w:p>
    <w:p w:rsidR="00AC46D7" w:rsidRPr="00E84FE9" w:rsidRDefault="00AC46D7" w:rsidP="00AD1884">
      <w:pPr>
        <w:tabs>
          <w:tab w:val="left" w:pos="673"/>
          <w:tab w:val="left" w:pos="8213"/>
          <w:tab w:val="left" w:pos="9033"/>
          <w:tab w:val="left" w:pos="9873"/>
          <w:tab w:val="left" w:pos="10693"/>
          <w:tab w:val="left" w:pos="11533"/>
          <w:tab w:val="left" w:pos="12353"/>
          <w:tab w:val="left" w:pos="13413"/>
          <w:tab w:val="left" w:pos="14593"/>
          <w:tab w:val="left" w:pos="15713"/>
          <w:tab w:val="left" w:pos="16813"/>
        </w:tabs>
        <w:spacing w:line="240" w:lineRule="auto"/>
        <w:ind w:left="93" w:firstLine="0"/>
        <w:jc w:val="left"/>
        <w:rPr>
          <w:rFonts w:ascii="Arial Narrow" w:hAnsi="Arial Narrow" w:cs="Calibri"/>
          <w:color w:val="000000"/>
          <w:sz w:val="26"/>
          <w:szCs w:val="26"/>
          <w:lang w:eastAsia="ru-RU"/>
        </w:rPr>
      </w:pPr>
    </w:p>
    <w:tbl>
      <w:tblPr>
        <w:tblW w:w="14595" w:type="dxa"/>
        <w:tblInd w:w="93" w:type="dxa"/>
        <w:tblLayout w:type="fixed"/>
        <w:tblLook w:val="00A0"/>
      </w:tblPr>
      <w:tblGrid>
        <w:gridCol w:w="579"/>
        <w:gridCol w:w="4398"/>
        <w:gridCol w:w="978"/>
        <w:gridCol w:w="1080"/>
        <w:gridCol w:w="1080"/>
        <w:gridCol w:w="1080"/>
        <w:gridCol w:w="1260"/>
        <w:gridCol w:w="1440"/>
        <w:gridCol w:w="1440"/>
        <w:gridCol w:w="1260"/>
      </w:tblGrid>
      <w:tr w:rsidR="00AC46D7" w:rsidRPr="00E84FE9" w:rsidTr="00D53916">
        <w:trPr>
          <w:trHeight w:val="63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E84FE9">
              <w:rPr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46D7" w:rsidRPr="00E84FE9" w:rsidRDefault="00AC46D7" w:rsidP="009003A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E84FE9">
              <w:rPr>
                <w:bCs/>
                <w:color w:val="000000"/>
                <w:sz w:val="24"/>
                <w:szCs w:val="24"/>
                <w:lang w:eastAsia="ru-RU"/>
              </w:rPr>
              <w:t xml:space="preserve">   Наименование   муниципальной услуги, показателя объема услуги</w:t>
            </w:r>
          </w:p>
        </w:tc>
        <w:tc>
          <w:tcPr>
            <w:tcW w:w="42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AC46D7" w:rsidRPr="00E84FE9" w:rsidRDefault="00AC46D7" w:rsidP="00A7434A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E84FE9">
              <w:rPr>
                <w:bCs/>
                <w:color w:val="000000"/>
                <w:sz w:val="24"/>
                <w:szCs w:val="24"/>
                <w:lang w:eastAsia="ru-RU"/>
              </w:rPr>
              <w:t>Значение показателя объема  муниципальной услуги (группа, комплект-класс)</w:t>
            </w:r>
          </w:p>
          <w:p w:rsidR="00AC46D7" w:rsidRPr="00E84FE9" w:rsidRDefault="00AC46D7" w:rsidP="00A7434A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bCs/>
                <w:color w:val="000000"/>
                <w:sz w:val="24"/>
                <w:szCs w:val="24"/>
                <w:lang w:eastAsia="ru-RU"/>
              </w:rPr>
              <w:t>Расходы местного бюджета на оказание муниципальной услуги, тыс. руб.</w:t>
            </w:r>
          </w:p>
        </w:tc>
      </w:tr>
      <w:tr w:rsidR="00AC46D7" w:rsidRPr="00E84FE9" w:rsidTr="00D53916">
        <w:trPr>
          <w:trHeight w:val="31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left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left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bCs/>
                <w:color w:val="000000"/>
                <w:sz w:val="26"/>
                <w:szCs w:val="26"/>
                <w:lang w:eastAsia="ru-RU"/>
              </w:rPr>
              <w:t>2014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bCs/>
                <w:color w:val="000000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bCs/>
                <w:color w:val="000000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bCs/>
                <w:color w:val="000000"/>
                <w:sz w:val="26"/>
                <w:szCs w:val="26"/>
                <w:lang w:eastAsia="ru-RU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bCs/>
                <w:color w:val="000000"/>
                <w:sz w:val="26"/>
                <w:szCs w:val="26"/>
                <w:lang w:eastAsia="ru-RU"/>
              </w:rPr>
              <w:t>2014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bCs/>
                <w:color w:val="000000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bCs/>
                <w:color w:val="000000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bCs/>
                <w:color w:val="000000"/>
                <w:sz w:val="26"/>
                <w:szCs w:val="26"/>
                <w:lang w:eastAsia="ru-RU"/>
              </w:rPr>
              <w:t>2017</w:t>
            </w:r>
          </w:p>
        </w:tc>
      </w:tr>
      <w:tr w:rsidR="00AC46D7" w:rsidRPr="00E84FE9" w:rsidTr="00D53916">
        <w:trPr>
          <w:trHeight w:val="1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E84FE9">
              <w:rPr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E84FE9">
              <w:rPr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E84FE9">
              <w:rPr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E84FE9">
              <w:rPr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E84FE9">
              <w:rPr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E84FE9">
              <w:rPr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E84FE9">
              <w:rPr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E84FE9">
              <w:rPr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E84FE9">
              <w:rPr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E84FE9">
              <w:rPr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AC46D7" w:rsidRPr="00E84FE9" w:rsidTr="00D53916">
        <w:trPr>
          <w:trHeight w:val="78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46D7" w:rsidRPr="00E84FE9" w:rsidRDefault="00AC46D7" w:rsidP="002322E2">
            <w:p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E84FE9">
              <w:rPr>
                <w:sz w:val="24"/>
                <w:szCs w:val="24"/>
                <w:lang w:eastAsia="ru-RU"/>
              </w:rPr>
              <w:t>Организация предоставления общедоступного дошкольного образования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353A0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353A0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52 494,23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46 805,714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41 798,24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50 596,38</w:t>
            </w:r>
          </w:p>
        </w:tc>
      </w:tr>
      <w:tr w:rsidR="00AC46D7" w:rsidRPr="00E84FE9" w:rsidTr="00D53916">
        <w:trPr>
          <w:trHeight w:val="56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D7" w:rsidRPr="00E84FE9" w:rsidRDefault="00AC46D7" w:rsidP="005062A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46D7" w:rsidRPr="00E84FE9" w:rsidRDefault="00AC46D7" w:rsidP="002322E2">
            <w:pPr>
              <w:spacing w:line="240" w:lineRule="auto"/>
              <w:ind w:firstLine="746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E84FE9">
              <w:rPr>
                <w:sz w:val="24"/>
                <w:szCs w:val="24"/>
                <w:lang w:eastAsia="ru-RU"/>
              </w:rPr>
              <w:t>Организация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154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150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46 190,14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40 741,766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40 014,21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34 138,84</w:t>
            </w:r>
          </w:p>
        </w:tc>
      </w:tr>
      <w:tr w:rsidR="00AC46D7" w:rsidRPr="00B97706" w:rsidTr="00A75F93">
        <w:trPr>
          <w:trHeight w:val="70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46D7" w:rsidRPr="00E84FE9" w:rsidRDefault="00AC46D7" w:rsidP="002322E2">
            <w:pPr>
              <w:spacing w:line="240" w:lineRule="auto"/>
              <w:ind w:firstLine="746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E84FE9">
              <w:rPr>
                <w:sz w:val="24"/>
                <w:szCs w:val="24"/>
              </w:rPr>
              <w:t>Организация предоставления дополнительного образования детей в сфере физкультуры и спорта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5062AB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E84FE9">
              <w:rPr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E84FE9">
              <w:rPr>
                <w:sz w:val="26"/>
                <w:szCs w:val="26"/>
                <w:lang w:eastAsia="ru-RU"/>
              </w:rPr>
              <w:t>13 630,12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E84FE9">
              <w:rPr>
                <w:sz w:val="26"/>
                <w:szCs w:val="26"/>
                <w:lang w:eastAsia="ru-RU"/>
              </w:rPr>
              <w:t>13 253,31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E84FE9">
              <w:rPr>
                <w:sz w:val="26"/>
                <w:szCs w:val="26"/>
                <w:lang w:eastAsia="ru-RU"/>
              </w:rPr>
              <w:t>12 631,28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C75636" w:rsidRDefault="00AC46D7" w:rsidP="00E104C6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E84FE9">
              <w:rPr>
                <w:sz w:val="26"/>
                <w:szCs w:val="26"/>
                <w:lang w:eastAsia="ru-RU"/>
              </w:rPr>
              <w:t>13 749,37</w:t>
            </w:r>
          </w:p>
        </w:tc>
      </w:tr>
    </w:tbl>
    <w:p w:rsidR="00AC46D7" w:rsidRDefault="00AC46D7"/>
    <w:sectPr w:rsidR="00AC46D7" w:rsidSect="00A75F93">
      <w:headerReference w:type="default" r:id="rId6"/>
      <w:pgSz w:w="16838" w:h="11906" w:orient="landscape"/>
      <w:pgMar w:top="851" w:right="851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6D7" w:rsidRDefault="00AC46D7" w:rsidP="005062AB">
      <w:pPr>
        <w:spacing w:line="240" w:lineRule="auto"/>
      </w:pPr>
      <w:r>
        <w:separator/>
      </w:r>
    </w:p>
  </w:endnote>
  <w:endnote w:type="continuationSeparator" w:id="0">
    <w:p w:rsidR="00AC46D7" w:rsidRDefault="00AC46D7" w:rsidP="005062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6D7" w:rsidRDefault="00AC46D7" w:rsidP="005062AB">
      <w:pPr>
        <w:spacing w:line="240" w:lineRule="auto"/>
      </w:pPr>
      <w:r>
        <w:separator/>
      </w:r>
    </w:p>
  </w:footnote>
  <w:footnote w:type="continuationSeparator" w:id="0">
    <w:p w:rsidR="00AC46D7" w:rsidRDefault="00AC46D7" w:rsidP="005062A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6D7" w:rsidRDefault="00AC46D7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884"/>
    <w:rsid w:val="0000020F"/>
    <w:rsid w:val="0000274F"/>
    <w:rsid w:val="00002E3A"/>
    <w:rsid w:val="00003FE1"/>
    <w:rsid w:val="00013BBB"/>
    <w:rsid w:val="00016788"/>
    <w:rsid w:val="00017DE3"/>
    <w:rsid w:val="000201E0"/>
    <w:rsid w:val="00020F82"/>
    <w:rsid w:val="00023130"/>
    <w:rsid w:val="0002375F"/>
    <w:rsid w:val="0002609A"/>
    <w:rsid w:val="00026E80"/>
    <w:rsid w:val="00027B63"/>
    <w:rsid w:val="00034379"/>
    <w:rsid w:val="00037F79"/>
    <w:rsid w:val="00037FF7"/>
    <w:rsid w:val="000407F6"/>
    <w:rsid w:val="000432CA"/>
    <w:rsid w:val="000449DA"/>
    <w:rsid w:val="00045247"/>
    <w:rsid w:val="00046366"/>
    <w:rsid w:val="00051F55"/>
    <w:rsid w:val="000530F0"/>
    <w:rsid w:val="00054AD6"/>
    <w:rsid w:val="00054AF1"/>
    <w:rsid w:val="0005652F"/>
    <w:rsid w:val="00060CB4"/>
    <w:rsid w:val="00064099"/>
    <w:rsid w:val="00064762"/>
    <w:rsid w:val="00067458"/>
    <w:rsid w:val="00072ED0"/>
    <w:rsid w:val="00074934"/>
    <w:rsid w:val="00075134"/>
    <w:rsid w:val="000904C9"/>
    <w:rsid w:val="00090FEF"/>
    <w:rsid w:val="00092D9E"/>
    <w:rsid w:val="0009323A"/>
    <w:rsid w:val="0009655F"/>
    <w:rsid w:val="00097E60"/>
    <w:rsid w:val="000A0BEB"/>
    <w:rsid w:val="000A0DEC"/>
    <w:rsid w:val="000A2028"/>
    <w:rsid w:val="000A4BC8"/>
    <w:rsid w:val="000A5897"/>
    <w:rsid w:val="000A5ACA"/>
    <w:rsid w:val="000B1719"/>
    <w:rsid w:val="000B259F"/>
    <w:rsid w:val="000B3C19"/>
    <w:rsid w:val="000B5813"/>
    <w:rsid w:val="000B7A1E"/>
    <w:rsid w:val="000C045F"/>
    <w:rsid w:val="000C0778"/>
    <w:rsid w:val="000C08EA"/>
    <w:rsid w:val="000C0AF3"/>
    <w:rsid w:val="000C2480"/>
    <w:rsid w:val="000D0373"/>
    <w:rsid w:val="000D1A55"/>
    <w:rsid w:val="000D1B78"/>
    <w:rsid w:val="000D4A41"/>
    <w:rsid w:val="000D598C"/>
    <w:rsid w:val="000D64FE"/>
    <w:rsid w:val="000D6719"/>
    <w:rsid w:val="000E718A"/>
    <w:rsid w:val="000E73E4"/>
    <w:rsid w:val="000E753A"/>
    <w:rsid w:val="000E7ABF"/>
    <w:rsid w:val="000E7E5F"/>
    <w:rsid w:val="000F022F"/>
    <w:rsid w:val="000F073A"/>
    <w:rsid w:val="000F09F8"/>
    <w:rsid w:val="000F48F5"/>
    <w:rsid w:val="00113FB7"/>
    <w:rsid w:val="00115ECA"/>
    <w:rsid w:val="00117C21"/>
    <w:rsid w:val="00122438"/>
    <w:rsid w:val="001230C5"/>
    <w:rsid w:val="00123773"/>
    <w:rsid w:val="00124D20"/>
    <w:rsid w:val="001263FC"/>
    <w:rsid w:val="0012745E"/>
    <w:rsid w:val="00130CD4"/>
    <w:rsid w:val="00130DE2"/>
    <w:rsid w:val="00130ECA"/>
    <w:rsid w:val="00132818"/>
    <w:rsid w:val="00134BAB"/>
    <w:rsid w:val="00135600"/>
    <w:rsid w:val="001371AA"/>
    <w:rsid w:val="001373DC"/>
    <w:rsid w:val="001378EA"/>
    <w:rsid w:val="0014335C"/>
    <w:rsid w:val="00145D79"/>
    <w:rsid w:val="001477CD"/>
    <w:rsid w:val="00152925"/>
    <w:rsid w:val="00152930"/>
    <w:rsid w:val="00153617"/>
    <w:rsid w:val="00154EA5"/>
    <w:rsid w:val="00163297"/>
    <w:rsid w:val="001635D3"/>
    <w:rsid w:val="00164064"/>
    <w:rsid w:val="00164C96"/>
    <w:rsid w:val="00167877"/>
    <w:rsid w:val="001777D0"/>
    <w:rsid w:val="001808A7"/>
    <w:rsid w:val="00183487"/>
    <w:rsid w:val="00184BE4"/>
    <w:rsid w:val="001853F2"/>
    <w:rsid w:val="00186957"/>
    <w:rsid w:val="00194209"/>
    <w:rsid w:val="001943C5"/>
    <w:rsid w:val="00197EE8"/>
    <w:rsid w:val="001A0D33"/>
    <w:rsid w:val="001A2F3A"/>
    <w:rsid w:val="001A5F14"/>
    <w:rsid w:val="001A7486"/>
    <w:rsid w:val="001B2874"/>
    <w:rsid w:val="001B4D21"/>
    <w:rsid w:val="001C02FD"/>
    <w:rsid w:val="001C5C86"/>
    <w:rsid w:val="001C6035"/>
    <w:rsid w:val="001D1C9B"/>
    <w:rsid w:val="001D3221"/>
    <w:rsid w:val="001D3BC7"/>
    <w:rsid w:val="001D6956"/>
    <w:rsid w:val="001D7308"/>
    <w:rsid w:val="001E2723"/>
    <w:rsid w:val="001E2E74"/>
    <w:rsid w:val="001E6B3A"/>
    <w:rsid w:val="001F6C48"/>
    <w:rsid w:val="0020156E"/>
    <w:rsid w:val="00204074"/>
    <w:rsid w:val="00206253"/>
    <w:rsid w:val="00210CFA"/>
    <w:rsid w:val="00210EA9"/>
    <w:rsid w:val="002162A4"/>
    <w:rsid w:val="00216F7D"/>
    <w:rsid w:val="00217B77"/>
    <w:rsid w:val="00221EB3"/>
    <w:rsid w:val="0022559F"/>
    <w:rsid w:val="002318B2"/>
    <w:rsid w:val="00232155"/>
    <w:rsid w:val="002322E2"/>
    <w:rsid w:val="00232506"/>
    <w:rsid w:val="0023310A"/>
    <w:rsid w:val="002352A7"/>
    <w:rsid w:val="00236E5F"/>
    <w:rsid w:val="002458B4"/>
    <w:rsid w:val="002458CE"/>
    <w:rsid w:val="0025078E"/>
    <w:rsid w:val="00251380"/>
    <w:rsid w:val="00252083"/>
    <w:rsid w:val="002527FE"/>
    <w:rsid w:val="002539BA"/>
    <w:rsid w:val="00254065"/>
    <w:rsid w:val="00256670"/>
    <w:rsid w:val="00261D81"/>
    <w:rsid w:val="002628D2"/>
    <w:rsid w:val="00262AD5"/>
    <w:rsid w:val="002636F1"/>
    <w:rsid w:val="002705B9"/>
    <w:rsid w:val="00277738"/>
    <w:rsid w:val="00281EB5"/>
    <w:rsid w:val="00282DB2"/>
    <w:rsid w:val="002833BB"/>
    <w:rsid w:val="0029008E"/>
    <w:rsid w:val="0029230F"/>
    <w:rsid w:val="002968D0"/>
    <w:rsid w:val="002A5EF4"/>
    <w:rsid w:val="002A6B49"/>
    <w:rsid w:val="002A765C"/>
    <w:rsid w:val="002B06E0"/>
    <w:rsid w:val="002B29AF"/>
    <w:rsid w:val="002B50EE"/>
    <w:rsid w:val="002B5B60"/>
    <w:rsid w:val="002C0373"/>
    <w:rsid w:val="002C1E8A"/>
    <w:rsid w:val="002C275F"/>
    <w:rsid w:val="002C3B5C"/>
    <w:rsid w:val="002C3E76"/>
    <w:rsid w:val="002D0E02"/>
    <w:rsid w:val="002D107F"/>
    <w:rsid w:val="002D140B"/>
    <w:rsid w:val="002D4DCB"/>
    <w:rsid w:val="002E274E"/>
    <w:rsid w:val="002E3831"/>
    <w:rsid w:val="002E4074"/>
    <w:rsid w:val="002E77C7"/>
    <w:rsid w:val="002F4AF4"/>
    <w:rsid w:val="00300B39"/>
    <w:rsid w:val="00301541"/>
    <w:rsid w:val="003067BB"/>
    <w:rsid w:val="003068CC"/>
    <w:rsid w:val="003074BB"/>
    <w:rsid w:val="00307BE8"/>
    <w:rsid w:val="00310FAF"/>
    <w:rsid w:val="00313AB8"/>
    <w:rsid w:val="00314AD1"/>
    <w:rsid w:val="003164D6"/>
    <w:rsid w:val="00322B01"/>
    <w:rsid w:val="003230A2"/>
    <w:rsid w:val="0033009B"/>
    <w:rsid w:val="00331403"/>
    <w:rsid w:val="00331AD7"/>
    <w:rsid w:val="0033245E"/>
    <w:rsid w:val="003325B3"/>
    <w:rsid w:val="00336A04"/>
    <w:rsid w:val="00337D6D"/>
    <w:rsid w:val="00340671"/>
    <w:rsid w:val="003409D7"/>
    <w:rsid w:val="00343A80"/>
    <w:rsid w:val="003444EA"/>
    <w:rsid w:val="00345DF0"/>
    <w:rsid w:val="003568AF"/>
    <w:rsid w:val="00357287"/>
    <w:rsid w:val="00360730"/>
    <w:rsid w:val="0036129B"/>
    <w:rsid w:val="003620BA"/>
    <w:rsid w:val="00362145"/>
    <w:rsid w:val="003648DF"/>
    <w:rsid w:val="0036520C"/>
    <w:rsid w:val="00367802"/>
    <w:rsid w:val="00370944"/>
    <w:rsid w:val="003731B7"/>
    <w:rsid w:val="00383FFE"/>
    <w:rsid w:val="00384329"/>
    <w:rsid w:val="00392147"/>
    <w:rsid w:val="00393DBA"/>
    <w:rsid w:val="00394C51"/>
    <w:rsid w:val="003A0F05"/>
    <w:rsid w:val="003A3588"/>
    <w:rsid w:val="003A72C2"/>
    <w:rsid w:val="003B1136"/>
    <w:rsid w:val="003B6E9C"/>
    <w:rsid w:val="003C2D39"/>
    <w:rsid w:val="003C6E96"/>
    <w:rsid w:val="003D0778"/>
    <w:rsid w:val="003D2762"/>
    <w:rsid w:val="003D4A56"/>
    <w:rsid w:val="003D76C2"/>
    <w:rsid w:val="003E316E"/>
    <w:rsid w:val="003E4E3A"/>
    <w:rsid w:val="003F0EBB"/>
    <w:rsid w:val="003F166E"/>
    <w:rsid w:val="003F438E"/>
    <w:rsid w:val="003F4393"/>
    <w:rsid w:val="004057CF"/>
    <w:rsid w:val="00411CC3"/>
    <w:rsid w:val="004140C7"/>
    <w:rsid w:val="00424624"/>
    <w:rsid w:val="004246EF"/>
    <w:rsid w:val="00425FDC"/>
    <w:rsid w:val="004272B5"/>
    <w:rsid w:val="004377EA"/>
    <w:rsid w:val="00453313"/>
    <w:rsid w:val="00457980"/>
    <w:rsid w:val="004613C0"/>
    <w:rsid w:val="00461CA7"/>
    <w:rsid w:val="00464EB9"/>
    <w:rsid w:val="00466E47"/>
    <w:rsid w:val="00480D30"/>
    <w:rsid w:val="00481AB4"/>
    <w:rsid w:val="004831E4"/>
    <w:rsid w:val="00485E39"/>
    <w:rsid w:val="004911BE"/>
    <w:rsid w:val="00491975"/>
    <w:rsid w:val="00491AED"/>
    <w:rsid w:val="00491C20"/>
    <w:rsid w:val="004925D8"/>
    <w:rsid w:val="00492FD0"/>
    <w:rsid w:val="00496208"/>
    <w:rsid w:val="004968B7"/>
    <w:rsid w:val="004A3844"/>
    <w:rsid w:val="004B4F90"/>
    <w:rsid w:val="004B6EDC"/>
    <w:rsid w:val="004B6F66"/>
    <w:rsid w:val="004C144D"/>
    <w:rsid w:val="004C5D1A"/>
    <w:rsid w:val="004D5DC0"/>
    <w:rsid w:val="004D5F90"/>
    <w:rsid w:val="004D6CFD"/>
    <w:rsid w:val="004D7D20"/>
    <w:rsid w:val="004E018F"/>
    <w:rsid w:val="004E05D0"/>
    <w:rsid w:val="004E0E80"/>
    <w:rsid w:val="004E2D7A"/>
    <w:rsid w:val="004E3E6D"/>
    <w:rsid w:val="004E5072"/>
    <w:rsid w:val="004F2ECA"/>
    <w:rsid w:val="004F3659"/>
    <w:rsid w:val="004F3B16"/>
    <w:rsid w:val="004F3E7A"/>
    <w:rsid w:val="00504F35"/>
    <w:rsid w:val="005062AB"/>
    <w:rsid w:val="00507EE6"/>
    <w:rsid w:val="0051145E"/>
    <w:rsid w:val="0051217D"/>
    <w:rsid w:val="00515629"/>
    <w:rsid w:val="00520524"/>
    <w:rsid w:val="00521FE2"/>
    <w:rsid w:val="00530601"/>
    <w:rsid w:val="005311C8"/>
    <w:rsid w:val="00531BE7"/>
    <w:rsid w:val="00533717"/>
    <w:rsid w:val="00540A33"/>
    <w:rsid w:val="00542167"/>
    <w:rsid w:val="00545649"/>
    <w:rsid w:val="00546D7D"/>
    <w:rsid w:val="005472CE"/>
    <w:rsid w:val="005475E3"/>
    <w:rsid w:val="0055067C"/>
    <w:rsid w:val="00551797"/>
    <w:rsid w:val="005518A2"/>
    <w:rsid w:val="00551EE7"/>
    <w:rsid w:val="00553424"/>
    <w:rsid w:val="005628A5"/>
    <w:rsid w:val="00562A82"/>
    <w:rsid w:val="0056737B"/>
    <w:rsid w:val="005704B2"/>
    <w:rsid w:val="005711F2"/>
    <w:rsid w:val="005713BB"/>
    <w:rsid w:val="005716F5"/>
    <w:rsid w:val="005771D1"/>
    <w:rsid w:val="005775C0"/>
    <w:rsid w:val="005806A6"/>
    <w:rsid w:val="00580ED1"/>
    <w:rsid w:val="00581B01"/>
    <w:rsid w:val="0058486B"/>
    <w:rsid w:val="00584B29"/>
    <w:rsid w:val="00585E1D"/>
    <w:rsid w:val="00586B0A"/>
    <w:rsid w:val="00587DAC"/>
    <w:rsid w:val="00590F17"/>
    <w:rsid w:val="0059165E"/>
    <w:rsid w:val="00593540"/>
    <w:rsid w:val="005940CA"/>
    <w:rsid w:val="00595687"/>
    <w:rsid w:val="005A3F5D"/>
    <w:rsid w:val="005B2337"/>
    <w:rsid w:val="005B6947"/>
    <w:rsid w:val="005C001D"/>
    <w:rsid w:val="005C28C0"/>
    <w:rsid w:val="005C355E"/>
    <w:rsid w:val="005C715C"/>
    <w:rsid w:val="005D15F4"/>
    <w:rsid w:val="005D1C1F"/>
    <w:rsid w:val="005D28C1"/>
    <w:rsid w:val="005D5CC8"/>
    <w:rsid w:val="005E2F0C"/>
    <w:rsid w:val="005F1F0F"/>
    <w:rsid w:val="005F6794"/>
    <w:rsid w:val="005F7DE2"/>
    <w:rsid w:val="00605998"/>
    <w:rsid w:val="00606508"/>
    <w:rsid w:val="00610618"/>
    <w:rsid w:val="00613EE1"/>
    <w:rsid w:val="006155EF"/>
    <w:rsid w:val="00617DC6"/>
    <w:rsid w:val="00620D09"/>
    <w:rsid w:val="0062116A"/>
    <w:rsid w:val="0062127F"/>
    <w:rsid w:val="00622319"/>
    <w:rsid w:val="0062436B"/>
    <w:rsid w:val="00624852"/>
    <w:rsid w:val="006254FA"/>
    <w:rsid w:val="00625641"/>
    <w:rsid w:val="00626C0B"/>
    <w:rsid w:val="006360A6"/>
    <w:rsid w:val="00637FF1"/>
    <w:rsid w:val="00641899"/>
    <w:rsid w:val="00643628"/>
    <w:rsid w:val="00645F89"/>
    <w:rsid w:val="006470FE"/>
    <w:rsid w:val="00647228"/>
    <w:rsid w:val="00647D16"/>
    <w:rsid w:val="00651152"/>
    <w:rsid w:val="0065269C"/>
    <w:rsid w:val="00652B9F"/>
    <w:rsid w:val="00653F1F"/>
    <w:rsid w:val="0065484A"/>
    <w:rsid w:val="00657E9A"/>
    <w:rsid w:val="00664041"/>
    <w:rsid w:val="00665472"/>
    <w:rsid w:val="006664B4"/>
    <w:rsid w:val="006671BD"/>
    <w:rsid w:val="006755EF"/>
    <w:rsid w:val="00675D08"/>
    <w:rsid w:val="00675D3A"/>
    <w:rsid w:val="00676CE0"/>
    <w:rsid w:val="00677AB4"/>
    <w:rsid w:val="00681304"/>
    <w:rsid w:val="00681E24"/>
    <w:rsid w:val="00682B45"/>
    <w:rsid w:val="00683E92"/>
    <w:rsid w:val="00691D8A"/>
    <w:rsid w:val="00692652"/>
    <w:rsid w:val="00694B03"/>
    <w:rsid w:val="00695B07"/>
    <w:rsid w:val="006962FF"/>
    <w:rsid w:val="006970A4"/>
    <w:rsid w:val="006973D5"/>
    <w:rsid w:val="0069781E"/>
    <w:rsid w:val="006A13CC"/>
    <w:rsid w:val="006A776C"/>
    <w:rsid w:val="006B2B0F"/>
    <w:rsid w:val="006B4254"/>
    <w:rsid w:val="006B4DAF"/>
    <w:rsid w:val="006B615C"/>
    <w:rsid w:val="006C2D27"/>
    <w:rsid w:val="006C7565"/>
    <w:rsid w:val="006D20B8"/>
    <w:rsid w:val="006D2F3F"/>
    <w:rsid w:val="006D33F0"/>
    <w:rsid w:val="006D55E3"/>
    <w:rsid w:val="006D6776"/>
    <w:rsid w:val="006D67B6"/>
    <w:rsid w:val="006D71A7"/>
    <w:rsid w:val="006E4108"/>
    <w:rsid w:val="006E48C6"/>
    <w:rsid w:val="006F74FD"/>
    <w:rsid w:val="006F7534"/>
    <w:rsid w:val="00700F7C"/>
    <w:rsid w:val="00701901"/>
    <w:rsid w:val="00701A2D"/>
    <w:rsid w:val="00707A6F"/>
    <w:rsid w:val="007116C4"/>
    <w:rsid w:val="00712AD6"/>
    <w:rsid w:val="007153FE"/>
    <w:rsid w:val="00717DAF"/>
    <w:rsid w:val="00723446"/>
    <w:rsid w:val="0072388F"/>
    <w:rsid w:val="00724FA1"/>
    <w:rsid w:val="00727020"/>
    <w:rsid w:val="00727355"/>
    <w:rsid w:val="00730DE1"/>
    <w:rsid w:val="007332C7"/>
    <w:rsid w:val="00736782"/>
    <w:rsid w:val="007373B4"/>
    <w:rsid w:val="00741F45"/>
    <w:rsid w:val="00743F19"/>
    <w:rsid w:val="00744DB3"/>
    <w:rsid w:val="0075122E"/>
    <w:rsid w:val="007564B7"/>
    <w:rsid w:val="00760E3B"/>
    <w:rsid w:val="00763734"/>
    <w:rsid w:val="00764951"/>
    <w:rsid w:val="0076590D"/>
    <w:rsid w:val="007672AB"/>
    <w:rsid w:val="00770FD1"/>
    <w:rsid w:val="00771E96"/>
    <w:rsid w:val="00772DB1"/>
    <w:rsid w:val="0077320E"/>
    <w:rsid w:val="007853EC"/>
    <w:rsid w:val="00786291"/>
    <w:rsid w:val="00786EBD"/>
    <w:rsid w:val="00787484"/>
    <w:rsid w:val="007908CE"/>
    <w:rsid w:val="007913B1"/>
    <w:rsid w:val="00794372"/>
    <w:rsid w:val="00796A96"/>
    <w:rsid w:val="007A00D8"/>
    <w:rsid w:val="007A0211"/>
    <w:rsid w:val="007A1189"/>
    <w:rsid w:val="007A1307"/>
    <w:rsid w:val="007A4144"/>
    <w:rsid w:val="007B0AEB"/>
    <w:rsid w:val="007B3C2F"/>
    <w:rsid w:val="007B4E9F"/>
    <w:rsid w:val="007C2F6C"/>
    <w:rsid w:val="007C3D52"/>
    <w:rsid w:val="007C78F4"/>
    <w:rsid w:val="007C78FB"/>
    <w:rsid w:val="007D2184"/>
    <w:rsid w:val="007D517A"/>
    <w:rsid w:val="007E1169"/>
    <w:rsid w:val="007E3178"/>
    <w:rsid w:val="007E45B2"/>
    <w:rsid w:val="007E48B8"/>
    <w:rsid w:val="007E4DEF"/>
    <w:rsid w:val="007E53EC"/>
    <w:rsid w:val="007E5676"/>
    <w:rsid w:val="007F43C3"/>
    <w:rsid w:val="007F5D90"/>
    <w:rsid w:val="007F5E78"/>
    <w:rsid w:val="008002E5"/>
    <w:rsid w:val="0080128B"/>
    <w:rsid w:val="00803C89"/>
    <w:rsid w:val="00803CBD"/>
    <w:rsid w:val="00805C3C"/>
    <w:rsid w:val="008065A2"/>
    <w:rsid w:val="00806E4F"/>
    <w:rsid w:val="00806F63"/>
    <w:rsid w:val="0081102F"/>
    <w:rsid w:val="00812C7E"/>
    <w:rsid w:val="00817B6B"/>
    <w:rsid w:val="00822D0F"/>
    <w:rsid w:val="00826FDA"/>
    <w:rsid w:val="00827D0F"/>
    <w:rsid w:val="008302A2"/>
    <w:rsid w:val="00832D3A"/>
    <w:rsid w:val="008371DF"/>
    <w:rsid w:val="00840148"/>
    <w:rsid w:val="008414FF"/>
    <w:rsid w:val="008441CF"/>
    <w:rsid w:val="00844EF6"/>
    <w:rsid w:val="00845A45"/>
    <w:rsid w:val="0085137D"/>
    <w:rsid w:val="00855524"/>
    <w:rsid w:val="008579B7"/>
    <w:rsid w:val="00860414"/>
    <w:rsid w:val="00860501"/>
    <w:rsid w:val="008622C7"/>
    <w:rsid w:val="00862C6F"/>
    <w:rsid w:val="008654E4"/>
    <w:rsid w:val="00865611"/>
    <w:rsid w:val="00865CCD"/>
    <w:rsid w:val="00865DC3"/>
    <w:rsid w:val="00866B2D"/>
    <w:rsid w:val="0086715F"/>
    <w:rsid w:val="00867C75"/>
    <w:rsid w:val="00867E3D"/>
    <w:rsid w:val="00875BA5"/>
    <w:rsid w:val="0087642A"/>
    <w:rsid w:val="00880587"/>
    <w:rsid w:val="008825D7"/>
    <w:rsid w:val="00882DE0"/>
    <w:rsid w:val="00885B11"/>
    <w:rsid w:val="00885CB9"/>
    <w:rsid w:val="00885DBD"/>
    <w:rsid w:val="0088696C"/>
    <w:rsid w:val="00887861"/>
    <w:rsid w:val="00891108"/>
    <w:rsid w:val="00891E44"/>
    <w:rsid w:val="00895854"/>
    <w:rsid w:val="00896677"/>
    <w:rsid w:val="00896B50"/>
    <w:rsid w:val="008A0778"/>
    <w:rsid w:val="008A2286"/>
    <w:rsid w:val="008A3279"/>
    <w:rsid w:val="008A4075"/>
    <w:rsid w:val="008A53CF"/>
    <w:rsid w:val="008A5CB5"/>
    <w:rsid w:val="008B0DA3"/>
    <w:rsid w:val="008B39D8"/>
    <w:rsid w:val="008B4B3E"/>
    <w:rsid w:val="008C0029"/>
    <w:rsid w:val="008C00DA"/>
    <w:rsid w:val="008C29BB"/>
    <w:rsid w:val="008C53B0"/>
    <w:rsid w:val="008C58C3"/>
    <w:rsid w:val="008C7259"/>
    <w:rsid w:val="008D36CE"/>
    <w:rsid w:val="008D373D"/>
    <w:rsid w:val="008D3A53"/>
    <w:rsid w:val="008D4539"/>
    <w:rsid w:val="008D5A43"/>
    <w:rsid w:val="008E1D0B"/>
    <w:rsid w:val="008E3D8A"/>
    <w:rsid w:val="008E58F1"/>
    <w:rsid w:val="008E5C4D"/>
    <w:rsid w:val="008E618F"/>
    <w:rsid w:val="008F2F5C"/>
    <w:rsid w:val="008F39CE"/>
    <w:rsid w:val="008F4213"/>
    <w:rsid w:val="008F4BBD"/>
    <w:rsid w:val="008F6EA7"/>
    <w:rsid w:val="008F7CF9"/>
    <w:rsid w:val="009003A0"/>
    <w:rsid w:val="00901FB7"/>
    <w:rsid w:val="009025E8"/>
    <w:rsid w:val="0090272B"/>
    <w:rsid w:val="009063C8"/>
    <w:rsid w:val="009064B4"/>
    <w:rsid w:val="009107E2"/>
    <w:rsid w:val="00913ADD"/>
    <w:rsid w:val="00921263"/>
    <w:rsid w:val="00924668"/>
    <w:rsid w:val="00927A77"/>
    <w:rsid w:val="00931474"/>
    <w:rsid w:val="009320AF"/>
    <w:rsid w:val="0093267D"/>
    <w:rsid w:val="00936A75"/>
    <w:rsid w:val="009411A3"/>
    <w:rsid w:val="0094165F"/>
    <w:rsid w:val="009440FD"/>
    <w:rsid w:val="009471FD"/>
    <w:rsid w:val="00950DAB"/>
    <w:rsid w:val="009525C7"/>
    <w:rsid w:val="00952D65"/>
    <w:rsid w:val="00954487"/>
    <w:rsid w:val="00954965"/>
    <w:rsid w:val="0095719D"/>
    <w:rsid w:val="0095736D"/>
    <w:rsid w:val="00961FC8"/>
    <w:rsid w:val="009628BB"/>
    <w:rsid w:val="00963744"/>
    <w:rsid w:val="00966A91"/>
    <w:rsid w:val="009706A8"/>
    <w:rsid w:val="009716B6"/>
    <w:rsid w:val="009732BC"/>
    <w:rsid w:val="009744D6"/>
    <w:rsid w:val="00976AC0"/>
    <w:rsid w:val="00977052"/>
    <w:rsid w:val="009771D4"/>
    <w:rsid w:val="00977908"/>
    <w:rsid w:val="0097794B"/>
    <w:rsid w:val="009809EC"/>
    <w:rsid w:val="00983A21"/>
    <w:rsid w:val="009850BA"/>
    <w:rsid w:val="00990705"/>
    <w:rsid w:val="009942FC"/>
    <w:rsid w:val="0099654B"/>
    <w:rsid w:val="009A0C64"/>
    <w:rsid w:val="009A14CB"/>
    <w:rsid w:val="009A2413"/>
    <w:rsid w:val="009A4B51"/>
    <w:rsid w:val="009A756E"/>
    <w:rsid w:val="009B25FF"/>
    <w:rsid w:val="009B4F63"/>
    <w:rsid w:val="009B6363"/>
    <w:rsid w:val="009B6AB8"/>
    <w:rsid w:val="009B6FCE"/>
    <w:rsid w:val="009C1F31"/>
    <w:rsid w:val="009C46AA"/>
    <w:rsid w:val="009C4C03"/>
    <w:rsid w:val="009C729E"/>
    <w:rsid w:val="009D36BA"/>
    <w:rsid w:val="009D58E1"/>
    <w:rsid w:val="009D69E7"/>
    <w:rsid w:val="009E03F1"/>
    <w:rsid w:val="009E214F"/>
    <w:rsid w:val="009E2397"/>
    <w:rsid w:val="009E44A2"/>
    <w:rsid w:val="009E4EAF"/>
    <w:rsid w:val="009E525E"/>
    <w:rsid w:val="009E78B0"/>
    <w:rsid w:val="009F335A"/>
    <w:rsid w:val="009F6F76"/>
    <w:rsid w:val="00A04E1F"/>
    <w:rsid w:val="00A05A3F"/>
    <w:rsid w:val="00A05AB9"/>
    <w:rsid w:val="00A06756"/>
    <w:rsid w:val="00A10348"/>
    <w:rsid w:val="00A10AB5"/>
    <w:rsid w:val="00A10EC5"/>
    <w:rsid w:val="00A171EB"/>
    <w:rsid w:val="00A2184E"/>
    <w:rsid w:val="00A22291"/>
    <w:rsid w:val="00A30A96"/>
    <w:rsid w:val="00A31A9A"/>
    <w:rsid w:val="00A40135"/>
    <w:rsid w:val="00A401C3"/>
    <w:rsid w:val="00A411A6"/>
    <w:rsid w:val="00A42D1C"/>
    <w:rsid w:val="00A43D3E"/>
    <w:rsid w:val="00A4566B"/>
    <w:rsid w:val="00A458FB"/>
    <w:rsid w:val="00A46358"/>
    <w:rsid w:val="00A5421D"/>
    <w:rsid w:val="00A57613"/>
    <w:rsid w:val="00A608B9"/>
    <w:rsid w:val="00A61890"/>
    <w:rsid w:val="00A64114"/>
    <w:rsid w:val="00A644A0"/>
    <w:rsid w:val="00A65589"/>
    <w:rsid w:val="00A72976"/>
    <w:rsid w:val="00A73477"/>
    <w:rsid w:val="00A73C55"/>
    <w:rsid w:val="00A7434A"/>
    <w:rsid w:val="00A75F93"/>
    <w:rsid w:val="00A774CF"/>
    <w:rsid w:val="00A7792D"/>
    <w:rsid w:val="00A77DF7"/>
    <w:rsid w:val="00A77EB4"/>
    <w:rsid w:val="00A80DAE"/>
    <w:rsid w:val="00A81CFD"/>
    <w:rsid w:val="00A82092"/>
    <w:rsid w:val="00A84929"/>
    <w:rsid w:val="00A8716D"/>
    <w:rsid w:val="00A93081"/>
    <w:rsid w:val="00A97196"/>
    <w:rsid w:val="00AA03AA"/>
    <w:rsid w:val="00AA5057"/>
    <w:rsid w:val="00AA548F"/>
    <w:rsid w:val="00AA5DAF"/>
    <w:rsid w:val="00AA6DE1"/>
    <w:rsid w:val="00AA71AF"/>
    <w:rsid w:val="00AB2FD8"/>
    <w:rsid w:val="00AC43FE"/>
    <w:rsid w:val="00AC46D7"/>
    <w:rsid w:val="00AC49FD"/>
    <w:rsid w:val="00AC4CFE"/>
    <w:rsid w:val="00AC4E16"/>
    <w:rsid w:val="00AD1884"/>
    <w:rsid w:val="00AD4D09"/>
    <w:rsid w:val="00AD5D26"/>
    <w:rsid w:val="00AD5F6B"/>
    <w:rsid w:val="00AE3F4E"/>
    <w:rsid w:val="00AE5547"/>
    <w:rsid w:val="00AE5A71"/>
    <w:rsid w:val="00AE6276"/>
    <w:rsid w:val="00AE78CA"/>
    <w:rsid w:val="00AE79D8"/>
    <w:rsid w:val="00AF134B"/>
    <w:rsid w:val="00AF1775"/>
    <w:rsid w:val="00AF2A7B"/>
    <w:rsid w:val="00AF37DB"/>
    <w:rsid w:val="00B017DE"/>
    <w:rsid w:val="00B02641"/>
    <w:rsid w:val="00B02D45"/>
    <w:rsid w:val="00B05890"/>
    <w:rsid w:val="00B06485"/>
    <w:rsid w:val="00B068A0"/>
    <w:rsid w:val="00B1236A"/>
    <w:rsid w:val="00B1329D"/>
    <w:rsid w:val="00B13798"/>
    <w:rsid w:val="00B16CAA"/>
    <w:rsid w:val="00B17FB6"/>
    <w:rsid w:val="00B206E5"/>
    <w:rsid w:val="00B217B2"/>
    <w:rsid w:val="00B2244D"/>
    <w:rsid w:val="00B227CA"/>
    <w:rsid w:val="00B22C13"/>
    <w:rsid w:val="00B244ED"/>
    <w:rsid w:val="00B26B1E"/>
    <w:rsid w:val="00B27433"/>
    <w:rsid w:val="00B32850"/>
    <w:rsid w:val="00B34645"/>
    <w:rsid w:val="00B43A2F"/>
    <w:rsid w:val="00B55E64"/>
    <w:rsid w:val="00B56FBB"/>
    <w:rsid w:val="00B62190"/>
    <w:rsid w:val="00B65953"/>
    <w:rsid w:val="00B76CB3"/>
    <w:rsid w:val="00B84817"/>
    <w:rsid w:val="00B874B1"/>
    <w:rsid w:val="00B8765A"/>
    <w:rsid w:val="00B91C44"/>
    <w:rsid w:val="00B9290F"/>
    <w:rsid w:val="00B96483"/>
    <w:rsid w:val="00B97706"/>
    <w:rsid w:val="00BA5B07"/>
    <w:rsid w:val="00BA67A8"/>
    <w:rsid w:val="00BB4799"/>
    <w:rsid w:val="00BB775F"/>
    <w:rsid w:val="00BC2773"/>
    <w:rsid w:val="00BC6296"/>
    <w:rsid w:val="00BC6DB0"/>
    <w:rsid w:val="00BD1A2E"/>
    <w:rsid w:val="00BD2975"/>
    <w:rsid w:val="00BD4696"/>
    <w:rsid w:val="00BD6A77"/>
    <w:rsid w:val="00BE1863"/>
    <w:rsid w:val="00BE3FF1"/>
    <w:rsid w:val="00BE417C"/>
    <w:rsid w:val="00BE6456"/>
    <w:rsid w:val="00BF25E8"/>
    <w:rsid w:val="00BF3996"/>
    <w:rsid w:val="00BF4FF2"/>
    <w:rsid w:val="00BF5C34"/>
    <w:rsid w:val="00C0074F"/>
    <w:rsid w:val="00C028C0"/>
    <w:rsid w:val="00C04666"/>
    <w:rsid w:val="00C04DA4"/>
    <w:rsid w:val="00C07952"/>
    <w:rsid w:val="00C10E1C"/>
    <w:rsid w:val="00C222D4"/>
    <w:rsid w:val="00C34820"/>
    <w:rsid w:val="00C43430"/>
    <w:rsid w:val="00C43C18"/>
    <w:rsid w:val="00C46CEC"/>
    <w:rsid w:val="00C50B92"/>
    <w:rsid w:val="00C52ECD"/>
    <w:rsid w:val="00C53140"/>
    <w:rsid w:val="00C531F4"/>
    <w:rsid w:val="00C5358E"/>
    <w:rsid w:val="00C54006"/>
    <w:rsid w:val="00C560E8"/>
    <w:rsid w:val="00C57B40"/>
    <w:rsid w:val="00C600CA"/>
    <w:rsid w:val="00C60E4A"/>
    <w:rsid w:val="00C61664"/>
    <w:rsid w:val="00C704B4"/>
    <w:rsid w:val="00C7304E"/>
    <w:rsid w:val="00C7306D"/>
    <w:rsid w:val="00C7407A"/>
    <w:rsid w:val="00C75636"/>
    <w:rsid w:val="00C80848"/>
    <w:rsid w:val="00C815DE"/>
    <w:rsid w:val="00C827A7"/>
    <w:rsid w:val="00C847D1"/>
    <w:rsid w:val="00C854D4"/>
    <w:rsid w:val="00C92EE1"/>
    <w:rsid w:val="00C95B7E"/>
    <w:rsid w:val="00C968D2"/>
    <w:rsid w:val="00CA1BBC"/>
    <w:rsid w:val="00CA3DE8"/>
    <w:rsid w:val="00CA480A"/>
    <w:rsid w:val="00CA5C44"/>
    <w:rsid w:val="00CA6377"/>
    <w:rsid w:val="00CB208E"/>
    <w:rsid w:val="00CB7402"/>
    <w:rsid w:val="00CC1395"/>
    <w:rsid w:val="00CC2EDD"/>
    <w:rsid w:val="00CC2F33"/>
    <w:rsid w:val="00CC4B4C"/>
    <w:rsid w:val="00CC50C5"/>
    <w:rsid w:val="00CC6A02"/>
    <w:rsid w:val="00CC7FB6"/>
    <w:rsid w:val="00CD1E56"/>
    <w:rsid w:val="00CD256E"/>
    <w:rsid w:val="00CD42B1"/>
    <w:rsid w:val="00CD5578"/>
    <w:rsid w:val="00CD5C5A"/>
    <w:rsid w:val="00CE3F58"/>
    <w:rsid w:val="00CE5FB4"/>
    <w:rsid w:val="00CF0338"/>
    <w:rsid w:val="00CF0D7F"/>
    <w:rsid w:val="00CF3B00"/>
    <w:rsid w:val="00CF480E"/>
    <w:rsid w:val="00CF5ABF"/>
    <w:rsid w:val="00CF603A"/>
    <w:rsid w:val="00D018AC"/>
    <w:rsid w:val="00D04E95"/>
    <w:rsid w:val="00D059CE"/>
    <w:rsid w:val="00D10334"/>
    <w:rsid w:val="00D11955"/>
    <w:rsid w:val="00D14778"/>
    <w:rsid w:val="00D16DA7"/>
    <w:rsid w:val="00D23D33"/>
    <w:rsid w:val="00D256AA"/>
    <w:rsid w:val="00D257A6"/>
    <w:rsid w:val="00D26D5D"/>
    <w:rsid w:val="00D33CA0"/>
    <w:rsid w:val="00D3571A"/>
    <w:rsid w:val="00D36240"/>
    <w:rsid w:val="00D37453"/>
    <w:rsid w:val="00D43713"/>
    <w:rsid w:val="00D45ECF"/>
    <w:rsid w:val="00D4617E"/>
    <w:rsid w:val="00D53916"/>
    <w:rsid w:val="00D549FC"/>
    <w:rsid w:val="00D56148"/>
    <w:rsid w:val="00D56A9C"/>
    <w:rsid w:val="00D64925"/>
    <w:rsid w:val="00D66898"/>
    <w:rsid w:val="00D71B05"/>
    <w:rsid w:val="00D71FD5"/>
    <w:rsid w:val="00D7225D"/>
    <w:rsid w:val="00D72385"/>
    <w:rsid w:val="00D725D6"/>
    <w:rsid w:val="00D72F2B"/>
    <w:rsid w:val="00D74E48"/>
    <w:rsid w:val="00D74F25"/>
    <w:rsid w:val="00D77697"/>
    <w:rsid w:val="00D8193E"/>
    <w:rsid w:val="00D8575B"/>
    <w:rsid w:val="00D86E31"/>
    <w:rsid w:val="00D9061C"/>
    <w:rsid w:val="00D91056"/>
    <w:rsid w:val="00D9684B"/>
    <w:rsid w:val="00D97C99"/>
    <w:rsid w:val="00DA004A"/>
    <w:rsid w:val="00DA0DC2"/>
    <w:rsid w:val="00DA1C97"/>
    <w:rsid w:val="00DA2024"/>
    <w:rsid w:val="00DA2940"/>
    <w:rsid w:val="00DA3638"/>
    <w:rsid w:val="00DB06C6"/>
    <w:rsid w:val="00DB495E"/>
    <w:rsid w:val="00DC0274"/>
    <w:rsid w:val="00DC1439"/>
    <w:rsid w:val="00DC2489"/>
    <w:rsid w:val="00DD2EBD"/>
    <w:rsid w:val="00DD2F31"/>
    <w:rsid w:val="00DD34D0"/>
    <w:rsid w:val="00DD4AF3"/>
    <w:rsid w:val="00DD5B2F"/>
    <w:rsid w:val="00DD640C"/>
    <w:rsid w:val="00DD6A52"/>
    <w:rsid w:val="00DE0DA1"/>
    <w:rsid w:val="00DE27D7"/>
    <w:rsid w:val="00DE366E"/>
    <w:rsid w:val="00DE3835"/>
    <w:rsid w:val="00DE482B"/>
    <w:rsid w:val="00DE5DD6"/>
    <w:rsid w:val="00DF0605"/>
    <w:rsid w:val="00DF07A5"/>
    <w:rsid w:val="00DF09E4"/>
    <w:rsid w:val="00DF25AC"/>
    <w:rsid w:val="00DF35CA"/>
    <w:rsid w:val="00DF68C2"/>
    <w:rsid w:val="00DF68FB"/>
    <w:rsid w:val="00E045FF"/>
    <w:rsid w:val="00E0520A"/>
    <w:rsid w:val="00E06AA0"/>
    <w:rsid w:val="00E1015C"/>
    <w:rsid w:val="00E104C6"/>
    <w:rsid w:val="00E12422"/>
    <w:rsid w:val="00E2111F"/>
    <w:rsid w:val="00E22572"/>
    <w:rsid w:val="00E240AB"/>
    <w:rsid w:val="00E24CD6"/>
    <w:rsid w:val="00E308CF"/>
    <w:rsid w:val="00E32535"/>
    <w:rsid w:val="00E32C99"/>
    <w:rsid w:val="00E33D80"/>
    <w:rsid w:val="00E353A0"/>
    <w:rsid w:val="00E36801"/>
    <w:rsid w:val="00E4213E"/>
    <w:rsid w:val="00E46355"/>
    <w:rsid w:val="00E4660D"/>
    <w:rsid w:val="00E46681"/>
    <w:rsid w:val="00E4708B"/>
    <w:rsid w:val="00E5178E"/>
    <w:rsid w:val="00E549BE"/>
    <w:rsid w:val="00E55079"/>
    <w:rsid w:val="00E57C06"/>
    <w:rsid w:val="00E622CF"/>
    <w:rsid w:val="00E632AE"/>
    <w:rsid w:val="00E71480"/>
    <w:rsid w:val="00E75233"/>
    <w:rsid w:val="00E7554A"/>
    <w:rsid w:val="00E76212"/>
    <w:rsid w:val="00E803E7"/>
    <w:rsid w:val="00E843D0"/>
    <w:rsid w:val="00E84FE9"/>
    <w:rsid w:val="00E8713F"/>
    <w:rsid w:val="00E922D2"/>
    <w:rsid w:val="00E97E32"/>
    <w:rsid w:val="00EA0854"/>
    <w:rsid w:val="00EA4D2C"/>
    <w:rsid w:val="00EA6044"/>
    <w:rsid w:val="00EA6AF4"/>
    <w:rsid w:val="00EA75BF"/>
    <w:rsid w:val="00EA7657"/>
    <w:rsid w:val="00EB3292"/>
    <w:rsid w:val="00EB7118"/>
    <w:rsid w:val="00EC2FDD"/>
    <w:rsid w:val="00EC3A51"/>
    <w:rsid w:val="00EC4E75"/>
    <w:rsid w:val="00EC4E7C"/>
    <w:rsid w:val="00EC57B6"/>
    <w:rsid w:val="00EC5F77"/>
    <w:rsid w:val="00EC7C31"/>
    <w:rsid w:val="00ED3277"/>
    <w:rsid w:val="00EE042F"/>
    <w:rsid w:val="00EE4A5D"/>
    <w:rsid w:val="00EE57BB"/>
    <w:rsid w:val="00EE668C"/>
    <w:rsid w:val="00EF08E8"/>
    <w:rsid w:val="00EF0FF9"/>
    <w:rsid w:val="00EF5046"/>
    <w:rsid w:val="00EF57EA"/>
    <w:rsid w:val="00EF68B0"/>
    <w:rsid w:val="00EF74CF"/>
    <w:rsid w:val="00F004CB"/>
    <w:rsid w:val="00F0115F"/>
    <w:rsid w:val="00F050D1"/>
    <w:rsid w:val="00F100AD"/>
    <w:rsid w:val="00F12581"/>
    <w:rsid w:val="00F13A36"/>
    <w:rsid w:val="00F14F4D"/>
    <w:rsid w:val="00F158CE"/>
    <w:rsid w:val="00F159C0"/>
    <w:rsid w:val="00F20F95"/>
    <w:rsid w:val="00F31BE1"/>
    <w:rsid w:val="00F3258F"/>
    <w:rsid w:val="00F32A76"/>
    <w:rsid w:val="00F32CAC"/>
    <w:rsid w:val="00F339F1"/>
    <w:rsid w:val="00F4170F"/>
    <w:rsid w:val="00F437E5"/>
    <w:rsid w:val="00F45AA6"/>
    <w:rsid w:val="00F500A8"/>
    <w:rsid w:val="00F53134"/>
    <w:rsid w:val="00F54D34"/>
    <w:rsid w:val="00F568F0"/>
    <w:rsid w:val="00F56E6B"/>
    <w:rsid w:val="00F622E2"/>
    <w:rsid w:val="00F6246C"/>
    <w:rsid w:val="00F7074A"/>
    <w:rsid w:val="00F70BB6"/>
    <w:rsid w:val="00F74EA0"/>
    <w:rsid w:val="00F7628E"/>
    <w:rsid w:val="00F76D3B"/>
    <w:rsid w:val="00F775B5"/>
    <w:rsid w:val="00F8084E"/>
    <w:rsid w:val="00F83918"/>
    <w:rsid w:val="00F86F3D"/>
    <w:rsid w:val="00F907B1"/>
    <w:rsid w:val="00F90FCE"/>
    <w:rsid w:val="00FA39A2"/>
    <w:rsid w:val="00FA6635"/>
    <w:rsid w:val="00FA7C6B"/>
    <w:rsid w:val="00FB1076"/>
    <w:rsid w:val="00FB2D5E"/>
    <w:rsid w:val="00FB6F2C"/>
    <w:rsid w:val="00FB711A"/>
    <w:rsid w:val="00FB7CE1"/>
    <w:rsid w:val="00FC1932"/>
    <w:rsid w:val="00FC1D06"/>
    <w:rsid w:val="00FC4319"/>
    <w:rsid w:val="00FC6876"/>
    <w:rsid w:val="00FD090D"/>
    <w:rsid w:val="00FD2339"/>
    <w:rsid w:val="00FD2D89"/>
    <w:rsid w:val="00FD4E1A"/>
    <w:rsid w:val="00FD61D9"/>
    <w:rsid w:val="00FD7B00"/>
    <w:rsid w:val="00FE1E7D"/>
    <w:rsid w:val="00FE70AC"/>
    <w:rsid w:val="00FF0B47"/>
    <w:rsid w:val="00FF544B"/>
    <w:rsid w:val="00FF5AF9"/>
    <w:rsid w:val="00FF7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5E3"/>
    <w:pPr>
      <w:spacing w:line="36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D18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062AB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062AB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5062AB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062AB"/>
    <w:rPr>
      <w:rFonts w:ascii="Times New Roman" w:hAnsi="Times New Roman" w:cs="Times New Roman"/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5062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62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28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160</TotalTime>
  <Pages>1</Pages>
  <Words>198</Words>
  <Characters>1134</Characters>
  <Application>Microsoft Office Outlook</Application>
  <DocSecurity>0</DocSecurity>
  <Lines>0</Lines>
  <Paragraphs>0</Paragraphs>
  <ScaleCrop>false</ScaleCrop>
  <Company>apk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permyakova_ov</dc:creator>
  <cp:keywords/>
  <dc:description/>
  <cp:lastModifiedBy>USER5</cp:lastModifiedBy>
  <cp:revision>57</cp:revision>
  <cp:lastPrinted>2015-09-14T03:21:00Z</cp:lastPrinted>
  <dcterms:created xsi:type="dcterms:W3CDTF">2012-12-13T03:44:00Z</dcterms:created>
  <dcterms:modified xsi:type="dcterms:W3CDTF">2016-01-11T00:14:00Z</dcterms:modified>
</cp:coreProperties>
</file>